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CBF29" w14:textId="379D0783" w:rsidR="00A9665D" w:rsidRPr="000218D5" w:rsidRDefault="000148E3" w:rsidP="00BE325E">
      <w:pPr>
        <w:pStyle w:val="En-tte"/>
        <w:tabs>
          <w:tab w:val="clear" w:pos="4536"/>
          <w:tab w:val="clear" w:pos="9072"/>
        </w:tabs>
        <w:spacing w:line="360" w:lineRule="auto"/>
        <w:ind w:right="-2"/>
        <w:jc w:val="right"/>
        <w:outlineLvl w:val="9"/>
        <w:rPr>
          <w:b/>
          <w:bCs/>
          <w:spacing w:val="20"/>
          <w:sz w:val="18"/>
          <w:szCs w:val="18"/>
        </w:rPr>
      </w:pPr>
      <w:bookmarkStart w:id="0" w:name="_Hlk529265283"/>
      <w:r w:rsidRPr="000148E3">
        <w:rPr>
          <w:b/>
          <w:bCs/>
          <w:spacing w:val="20"/>
          <w:sz w:val="18"/>
          <w:szCs w:val="18"/>
        </w:rPr>
        <w:t>25-SVTJ2ME1</w:t>
      </w:r>
      <w:r w:rsidR="00A9665D" w:rsidRPr="000218D5">
        <w:rPr>
          <w:b/>
          <w:bCs/>
          <w:spacing w:val="20"/>
          <w:sz w:val="18"/>
          <w:szCs w:val="18"/>
        </w:rPr>
        <w:t>/ Braille intégral</w:t>
      </w:r>
    </w:p>
    <w:bookmarkEnd w:id="0"/>
    <w:p w14:paraId="46DE3FCA" w14:textId="77777777" w:rsidR="00885D73" w:rsidRDefault="00885D73" w:rsidP="00BE325E">
      <w:pPr>
        <w:spacing w:line="300" w:lineRule="auto"/>
        <w:outlineLvl w:val="9"/>
        <w:rPr>
          <w:spacing w:val="6"/>
        </w:rPr>
      </w:pPr>
    </w:p>
    <w:p w14:paraId="5742158E" w14:textId="77777777" w:rsidR="00EF4747" w:rsidRPr="00885D73" w:rsidRDefault="00EF4747" w:rsidP="00BE325E">
      <w:pPr>
        <w:spacing w:line="300" w:lineRule="auto"/>
        <w:outlineLvl w:val="9"/>
        <w:rPr>
          <w:spacing w:val="6"/>
        </w:rPr>
      </w:pPr>
    </w:p>
    <w:p w14:paraId="1D41C07B" w14:textId="77777777" w:rsidR="00580BBA" w:rsidRDefault="00580BBA" w:rsidP="00BE325E">
      <w:pPr>
        <w:spacing w:line="300" w:lineRule="auto"/>
        <w:outlineLvl w:val="9"/>
        <w:rPr>
          <w:b/>
          <w:spacing w:val="6"/>
          <w:sz w:val="28"/>
        </w:rPr>
      </w:pPr>
      <w:r w:rsidRPr="00580BBA">
        <w:rPr>
          <w:b/>
          <w:spacing w:val="6"/>
          <w:sz w:val="28"/>
        </w:rPr>
        <w:t xml:space="preserve">Attention : </w:t>
      </w:r>
    </w:p>
    <w:p w14:paraId="7E81E4A1" w14:textId="77777777" w:rsidR="00885D73" w:rsidRPr="00580BBA" w:rsidRDefault="00885D73" w:rsidP="00BE325E">
      <w:pPr>
        <w:spacing w:line="300" w:lineRule="auto"/>
        <w:outlineLvl w:val="9"/>
        <w:rPr>
          <w:b/>
          <w:spacing w:val="6"/>
          <w:sz w:val="28"/>
        </w:rPr>
      </w:pPr>
      <w:r w:rsidRPr="00580BBA">
        <w:rPr>
          <w:b/>
          <w:spacing w:val="6"/>
          <w:sz w:val="28"/>
        </w:rPr>
        <w:t xml:space="preserve">Le sujet adapté en braille est </w:t>
      </w:r>
      <w:r w:rsidR="00580BBA">
        <w:rPr>
          <w:b/>
          <w:spacing w:val="6"/>
          <w:sz w:val="28"/>
        </w:rPr>
        <w:t>réparti</w:t>
      </w:r>
      <w:r w:rsidRPr="00580BBA">
        <w:rPr>
          <w:b/>
          <w:spacing w:val="6"/>
          <w:sz w:val="28"/>
        </w:rPr>
        <w:t xml:space="preserve"> en deux volumes.</w:t>
      </w:r>
    </w:p>
    <w:p w14:paraId="582CEC4C" w14:textId="77777777" w:rsidR="009D2E6C" w:rsidRDefault="009D2E6C" w:rsidP="00BE325E">
      <w:pPr>
        <w:spacing w:line="300" w:lineRule="auto"/>
        <w:outlineLvl w:val="9"/>
        <w:rPr>
          <w:spacing w:val="6"/>
          <w:sz w:val="28"/>
        </w:rPr>
      </w:pPr>
    </w:p>
    <w:p w14:paraId="4E720A88" w14:textId="07C48F44" w:rsidR="00885D73" w:rsidRPr="00885D73" w:rsidRDefault="00885D73" w:rsidP="00BE325E">
      <w:pPr>
        <w:spacing w:line="300" w:lineRule="auto"/>
        <w:outlineLvl w:val="9"/>
        <w:rPr>
          <w:spacing w:val="6"/>
          <w:sz w:val="28"/>
        </w:rPr>
      </w:pPr>
      <w:r w:rsidRPr="00885D73">
        <w:rPr>
          <w:spacing w:val="6"/>
          <w:sz w:val="28"/>
        </w:rPr>
        <w:t xml:space="preserve">Le premier volume contient </w:t>
      </w:r>
      <w:r w:rsidR="00D32DEF">
        <w:rPr>
          <w:spacing w:val="6"/>
          <w:sz w:val="28"/>
        </w:rPr>
        <w:t>l</w:t>
      </w:r>
      <w:r w:rsidR="000148E3" w:rsidRPr="000148E3">
        <w:rPr>
          <w:spacing w:val="6"/>
          <w:sz w:val="28"/>
        </w:rPr>
        <w:t xml:space="preserve">e texte de </w:t>
      </w:r>
      <w:r w:rsidR="009C7C8C">
        <w:rPr>
          <w:spacing w:val="6"/>
          <w:sz w:val="28"/>
        </w:rPr>
        <w:t>20</w:t>
      </w:r>
      <w:r w:rsidR="000148E3" w:rsidRPr="000148E3">
        <w:rPr>
          <w:spacing w:val="6"/>
          <w:sz w:val="28"/>
        </w:rPr>
        <w:t xml:space="preserve"> pages numérotées de 1 à 2</w:t>
      </w:r>
      <w:r w:rsidR="009C7C8C">
        <w:rPr>
          <w:spacing w:val="6"/>
          <w:sz w:val="28"/>
        </w:rPr>
        <w:t>0</w:t>
      </w:r>
      <w:r w:rsidR="00D32DEF">
        <w:rPr>
          <w:spacing w:val="6"/>
          <w:sz w:val="28"/>
        </w:rPr>
        <w:t> </w:t>
      </w:r>
      <w:r w:rsidR="000148E3" w:rsidRPr="000148E3">
        <w:rPr>
          <w:spacing w:val="6"/>
          <w:sz w:val="28"/>
        </w:rPr>
        <w:t>;</w:t>
      </w:r>
    </w:p>
    <w:p w14:paraId="080AE4F7" w14:textId="7F66A49D" w:rsidR="00885D73" w:rsidRDefault="00D32DEF" w:rsidP="00BE325E">
      <w:pPr>
        <w:spacing w:line="300" w:lineRule="auto"/>
        <w:outlineLvl w:val="9"/>
        <w:rPr>
          <w:spacing w:val="6"/>
          <w:sz w:val="28"/>
        </w:rPr>
      </w:pPr>
      <w:proofErr w:type="gramStart"/>
      <w:r>
        <w:rPr>
          <w:spacing w:val="6"/>
          <w:sz w:val="28"/>
        </w:rPr>
        <w:t>l</w:t>
      </w:r>
      <w:r w:rsidRPr="00885D73">
        <w:rPr>
          <w:spacing w:val="6"/>
          <w:sz w:val="28"/>
        </w:rPr>
        <w:t>e</w:t>
      </w:r>
      <w:proofErr w:type="gramEnd"/>
      <w:r w:rsidRPr="00885D73">
        <w:rPr>
          <w:spacing w:val="6"/>
          <w:sz w:val="28"/>
        </w:rPr>
        <w:t xml:space="preserve"> second volume contient </w:t>
      </w:r>
      <w:r w:rsidRPr="000148E3">
        <w:rPr>
          <w:spacing w:val="6"/>
          <w:sz w:val="28"/>
        </w:rPr>
        <w:t xml:space="preserve">5 planches tactiles sur papier </w:t>
      </w:r>
      <w:proofErr w:type="spellStart"/>
      <w:r w:rsidRPr="000148E3">
        <w:rPr>
          <w:spacing w:val="6"/>
          <w:sz w:val="28"/>
        </w:rPr>
        <w:t>thermogonflé</w:t>
      </w:r>
      <w:proofErr w:type="spellEnd"/>
      <w:r w:rsidRPr="00885D73">
        <w:rPr>
          <w:spacing w:val="6"/>
          <w:sz w:val="28"/>
        </w:rPr>
        <w:t>.</w:t>
      </w:r>
    </w:p>
    <w:p w14:paraId="24FE9E3D" w14:textId="77777777" w:rsidR="00640E06" w:rsidRDefault="00640E06" w:rsidP="00BE325E">
      <w:pPr>
        <w:spacing w:line="300" w:lineRule="auto"/>
        <w:outlineLvl w:val="9"/>
        <w:rPr>
          <w:spacing w:val="6"/>
          <w:sz w:val="28"/>
        </w:rPr>
      </w:pPr>
    </w:p>
    <w:p w14:paraId="57096113" w14:textId="77777777" w:rsidR="00640E06" w:rsidRDefault="00640E06" w:rsidP="00BE325E">
      <w:pPr>
        <w:spacing w:line="300" w:lineRule="auto"/>
        <w:outlineLvl w:val="9"/>
        <w:rPr>
          <w:spacing w:val="6"/>
          <w:sz w:val="28"/>
        </w:rPr>
      </w:pPr>
    </w:p>
    <w:p w14:paraId="1DDE0AB8" w14:textId="77777777" w:rsidR="00640E06" w:rsidRDefault="00640E06" w:rsidP="00BE325E">
      <w:pPr>
        <w:spacing w:line="300" w:lineRule="auto"/>
        <w:outlineLvl w:val="9"/>
        <w:rPr>
          <w:spacing w:val="6"/>
          <w:sz w:val="28"/>
        </w:rPr>
      </w:pPr>
    </w:p>
    <w:p w14:paraId="6A4DEF23" w14:textId="77777777" w:rsidR="00640E06" w:rsidRPr="00A9665D" w:rsidRDefault="00640E06" w:rsidP="00BE325E">
      <w:pPr>
        <w:spacing w:line="300" w:lineRule="auto"/>
        <w:outlineLvl w:val="9"/>
        <w:rPr>
          <w:spacing w:val="6"/>
          <w:sz w:val="52"/>
          <w:szCs w:val="40"/>
        </w:rPr>
      </w:pPr>
      <w:r w:rsidRPr="00A9665D">
        <w:rPr>
          <w:spacing w:val="6"/>
          <w:sz w:val="52"/>
          <w:szCs w:val="40"/>
        </w:rPr>
        <w:t>Volume 1/2</w:t>
      </w:r>
    </w:p>
    <w:p w14:paraId="4ADBF7B1" w14:textId="28C05D0D" w:rsidR="00640E06" w:rsidRPr="00D32DEF" w:rsidRDefault="00D32DEF" w:rsidP="00BE325E">
      <w:pPr>
        <w:spacing w:line="300" w:lineRule="auto"/>
        <w:outlineLvl w:val="9"/>
        <w:rPr>
          <w:spacing w:val="6"/>
          <w:sz w:val="52"/>
          <w:szCs w:val="52"/>
        </w:rPr>
      </w:pPr>
      <w:r w:rsidRPr="00D32DEF">
        <w:rPr>
          <w:spacing w:val="6"/>
          <w:sz w:val="52"/>
          <w:szCs w:val="52"/>
        </w:rPr>
        <w:t>Textes</w:t>
      </w:r>
    </w:p>
    <w:p w14:paraId="73BA234E" w14:textId="77777777" w:rsidR="00640E06" w:rsidRDefault="00640E06" w:rsidP="00BE325E">
      <w:pPr>
        <w:keepNext w:val="0"/>
        <w:ind w:firstLine="0"/>
        <w:jc w:val="left"/>
        <w:outlineLvl w:val="9"/>
        <w:rPr>
          <w:spacing w:val="6"/>
          <w:sz w:val="28"/>
        </w:rPr>
      </w:pPr>
      <w:r>
        <w:rPr>
          <w:spacing w:val="6"/>
          <w:sz w:val="28"/>
        </w:rPr>
        <w:br w:type="page"/>
      </w:r>
    </w:p>
    <w:p w14:paraId="46E957A7" w14:textId="3A3709E1" w:rsidR="00EF4747" w:rsidRPr="000218D5" w:rsidRDefault="000148E3" w:rsidP="00BE325E">
      <w:pPr>
        <w:pStyle w:val="En-tte"/>
        <w:tabs>
          <w:tab w:val="clear" w:pos="4536"/>
          <w:tab w:val="clear" w:pos="9072"/>
        </w:tabs>
        <w:spacing w:line="360" w:lineRule="auto"/>
        <w:ind w:right="-2"/>
        <w:jc w:val="right"/>
        <w:outlineLvl w:val="9"/>
        <w:rPr>
          <w:b/>
          <w:bCs/>
          <w:spacing w:val="20"/>
          <w:sz w:val="18"/>
          <w:szCs w:val="18"/>
        </w:rPr>
      </w:pPr>
      <w:r w:rsidRPr="000148E3">
        <w:rPr>
          <w:b/>
          <w:bCs/>
          <w:spacing w:val="20"/>
          <w:sz w:val="18"/>
          <w:szCs w:val="18"/>
        </w:rPr>
        <w:lastRenderedPageBreak/>
        <w:t>25-SVTJ2ME1</w:t>
      </w:r>
      <w:r w:rsidRPr="000218D5">
        <w:rPr>
          <w:b/>
          <w:bCs/>
          <w:spacing w:val="20"/>
          <w:sz w:val="18"/>
          <w:szCs w:val="18"/>
        </w:rPr>
        <w:t>/ Braille intégral</w:t>
      </w:r>
    </w:p>
    <w:p w14:paraId="00D4864D" w14:textId="77777777" w:rsidR="00F416A5" w:rsidRDefault="00F416A5" w:rsidP="00BE325E">
      <w:pPr>
        <w:spacing w:line="300" w:lineRule="auto"/>
        <w:outlineLvl w:val="9"/>
        <w:rPr>
          <w:spacing w:val="6"/>
        </w:rPr>
      </w:pPr>
    </w:p>
    <w:p w14:paraId="7430E946" w14:textId="77777777" w:rsidR="00F416A5" w:rsidRPr="00885D73" w:rsidRDefault="00F416A5" w:rsidP="00BE325E">
      <w:pPr>
        <w:spacing w:line="300" w:lineRule="auto"/>
        <w:outlineLvl w:val="9"/>
        <w:rPr>
          <w:spacing w:val="6"/>
        </w:rPr>
      </w:pPr>
    </w:p>
    <w:p w14:paraId="13721034" w14:textId="77777777" w:rsidR="00F416A5" w:rsidRDefault="00F416A5" w:rsidP="00BE325E">
      <w:pPr>
        <w:spacing w:line="300" w:lineRule="auto"/>
        <w:outlineLvl w:val="9"/>
        <w:rPr>
          <w:b/>
          <w:spacing w:val="6"/>
          <w:sz w:val="28"/>
        </w:rPr>
      </w:pPr>
      <w:r w:rsidRPr="00580BBA">
        <w:rPr>
          <w:b/>
          <w:spacing w:val="6"/>
          <w:sz w:val="28"/>
        </w:rPr>
        <w:t xml:space="preserve">Attention : </w:t>
      </w:r>
    </w:p>
    <w:p w14:paraId="19E45DF4" w14:textId="77777777" w:rsidR="00F416A5" w:rsidRPr="00580BBA" w:rsidRDefault="00F416A5" w:rsidP="00BE325E">
      <w:pPr>
        <w:spacing w:line="300" w:lineRule="auto"/>
        <w:outlineLvl w:val="9"/>
        <w:rPr>
          <w:b/>
          <w:spacing w:val="6"/>
          <w:sz w:val="28"/>
        </w:rPr>
      </w:pPr>
      <w:r w:rsidRPr="00580BBA">
        <w:rPr>
          <w:b/>
          <w:spacing w:val="6"/>
          <w:sz w:val="28"/>
        </w:rPr>
        <w:t xml:space="preserve">Le sujet adapté en braille est </w:t>
      </w:r>
      <w:r>
        <w:rPr>
          <w:b/>
          <w:spacing w:val="6"/>
          <w:sz w:val="28"/>
        </w:rPr>
        <w:t>réparti</w:t>
      </w:r>
      <w:r w:rsidRPr="00580BBA">
        <w:rPr>
          <w:b/>
          <w:spacing w:val="6"/>
          <w:sz w:val="28"/>
        </w:rPr>
        <w:t xml:space="preserve"> en deux volumes.</w:t>
      </w:r>
    </w:p>
    <w:p w14:paraId="68F522EB" w14:textId="77777777" w:rsidR="00F416A5" w:rsidRDefault="00F416A5" w:rsidP="00BE325E">
      <w:pPr>
        <w:spacing w:line="300" w:lineRule="auto"/>
        <w:outlineLvl w:val="9"/>
        <w:rPr>
          <w:spacing w:val="6"/>
          <w:sz w:val="28"/>
        </w:rPr>
      </w:pPr>
    </w:p>
    <w:p w14:paraId="1F4983F0" w14:textId="3F605A2D" w:rsidR="00F416A5" w:rsidRPr="00885D73" w:rsidRDefault="00D32DEF" w:rsidP="00BE325E">
      <w:pPr>
        <w:spacing w:line="300" w:lineRule="auto"/>
        <w:outlineLvl w:val="9"/>
        <w:rPr>
          <w:spacing w:val="6"/>
          <w:sz w:val="28"/>
        </w:rPr>
      </w:pPr>
      <w:r w:rsidRPr="00885D73">
        <w:rPr>
          <w:spacing w:val="6"/>
          <w:sz w:val="28"/>
        </w:rPr>
        <w:t xml:space="preserve">Le premier volume contient </w:t>
      </w:r>
      <w:r>
        <w:rPr>
          <w:spacing w:val="6"/>
          <w:sz w:val="28"/>
        </w:rPr>
        <w:t>l</w:t>
      </w:r>
      <w:r w:rsidRPr="000148E3">
        <w:rPr>
          <w:spacing w:val="6"/>
          <w:sz w:val="28"/>
        </w:rPr>
        <w:t xml:space="preserve">e texte de </w:t>
      </w:r>
      <w:r>
        <w:rPr>
          <w:spacing w:val="6"/>
          <w:sz w:val="28"/>
        </w:rPr>
        <w:t>20</w:t>
      </w:r>
      <w:r w:rsidRPr="000148E3">
        <w:rPr>
          <w:spacing w:val="6"/>
          <w:sz w:val="28"/>
        </w:rPr>
        <w:t xml:space="preserve"> pages numérotées de 1 à 2</w:t>
      </w:r>
      <w:r>
        <w:rPr>
          <w:spacing w:val="6"/>
          <w:sz w:val="28"/>
        </w:rPr>
        <w:t>0 </w:t>
      </w:r>
      <w:r w:rsidRPr="000148E3">
        <w:rPr>
          <w:spacing w:val="6"/>
          <w:sz w:val="28"/>
        </w:rPr>
        <w:t>;</w:t>
      </w:r>
    </w:p>
    <w:p w14:paraId="62575D9C" w14:textId="2C4AAD39" w:rsidR="00F416A5" w:rsidRDefault="00A56680" w:rsidP="00BE325E">
      <w:pPr>
        <w:spacing w:line="300" w:lineRule="auto"/>
        <w:outlineLvl w:val="9"/>
        <w:rPr>
          <w:spacing w:val="6"/>
          <w:sz w:val="28"/>
        </w:rPr>
      </w:pPr>
      <w:proofErr w:type="gramStart"/>
      <w:r>
        <w:rPr>
          <w:spacing w:val="6"/>
          <w:sz w:val="28"/>
        </w:rPr>
        <w:t>l</w:t>
      </w:r>
      <w:r w:rsidR="00F416A5" w:rsidRPr="00885D73">
        <w:rPr>
          <w:spacing w:val="6"/>
          <w:sz w:val="28"/>
        </w:rPr>
        <w:t>e</w:t>
      </w:r>
      <w:proofErr w:type="gramEnd"/>
      <w:r w:rsidR="00F416A5" w:rsidRPr="00885D73">
        <w:rPr>
          <w:spacing w:val="6"/>
          <w:sz w:val="28"/>
        </w:rPr>
        <w:t xml:space="preserve"> second volume contient </w:t>
      </w:r>
      <w:r w:rsidR="000148E3" w:rsidRPr="000148E3">
        <w:rPr>
          <w:spacing w:val="6"/>
          <w:sz w:val="28"/>
        </w:rPr>
        <w:t xml:space="preserve">5 planches tactiles sur papier </w:t>
      </w:r>
      <w:proofErr w:type="spellStart"/>
      <w:r w:rsidR="000148E3" w:rsidRPr="000148E3">
        <w:rPr>
          <w:spacing w:val="6"/>
          <w:sz w:val="28"/>
        </w:rPr>
        <w:t>thermogonflé</w:t>
      </w:r>
      <w:proofErr w:type="spellEnd"/>
      <w:r w:rsidR="00F416A5" w:rsidRPr="00885D73">
        <w:rPr>
          <w:spacing w:val="6"/>
          <w:sz w:val="28"/>
        </w:rPr>
        <w:t>.</w:t>
      </w:r>
    </w:p>
    <w:p w14:paraId="4CAF1831" w14:textId="77777777" w:rsidR="00F416A5" w:rsidRDefault="00F416A5" w:rsidP="00BE325E">
      <w:pPr>
        <w:spacing w:line="300" w:lineRule="auto"/>
        <w:outlineLvl w:val="9"/>
        <w:rPr>
          <w:spacing w:val="6"/>
          <w:sz w:val="28"/>
        </w:rPr>
      </w:pPr>
    </w:p>
    <w:p w14:paraId="743FE691" w14:textId="77777777" w:rsidR="00F416A5" w:rsidRDefault="00F416A5" w:rsidP="00BE325E">
      <w:pPr>
        <w:spacing w:line="300" w:lineRule="auto"/>
        <w:outlineLvl w:val="9"/>
        <w:rPr>
          <w:spacing w:val="6"/>
          <w:sz w:val="28"/>
        </w:rPr>
      </w:pPr>
    </w:p>
    <w:p w14:paraId="527D2F8D" w14:textId="77777777" w:rsidR="00F416A5" w:rsidRDefault="00F416A5" w:rsidP="00BE325E">
      <w:pPr>
        <w:spacing w:line="300" w:lineRule="auto"/>
        <w:outlineLvl w:val="9"/>
        <w:rPr>
          <w:spacing w:val="6"/>
          <w:sz w:val="28"/>
        </w:rPr>
      </w:pPr>
    </w:p>
    <w:p w14:paraId="27961D33" w14:textId="77777777" w:rsidR="00640E06" w:rsidRPr="00A9665D" w:rsidRDefault="00640E06" w:rsidP="00BE325E">
      <w:pPr>
        <w:spacing w:line="300" w:lineRule="auto"/>
        <w:outlineLvl w:val="9"/>
        <w:rPr>
          <w:spacing w:val="6"/>
          <w:sz w:val="52"/>
          <w:szCs w:val="40"/>
        </w:rPr>
      </w:pPr>
      <w:r w:rsidRPr="00A9665D">
        <w:rPr>
          <w:spacing w:val="6"/>
          <w:sz w:val="52"/>
          <w:szCs w:val="40"/>
        </w:rPr>
        <w:t>Volume 2/2</w:t>
      </w:r>
    </w:p>
    <w:p w14:paraId="44EAF35C" w14:textId="13B36F73" w:rsidR="00885D73" w:rsidRPr="00D32DEF" w:rsidRDefault="00D32DEF" w:rsidP="00BE325E">
      <w:pPr>
        <w:spacing w:line="300" w:lineRule="auto"/>
        <w:ind w:firstLine="0"/>
        <w:outlineLvl w:val="9"/>
        <w:rPr>
          <w:spacing w:val="6"/>
          <w:sz w:val="52"/>
          <w:szCs w:val="52"/>
        </w:rPr>
      </w:pPr>
      <w:r>
        <w:rPr>
          <w:spacing w:val="6"/>
          <w:sz w:val="52"/>
          <w:szCs w:val="52"/>
        </w:rPr>
        <w:t>P</w:t>
      </w:r>
      <w:r w:rsidRPr="00D32DEF">
        <w:rPr>
          <w:spacing w:val="6"/>
          <w:sz w:val="52"/>
          <w:szCs w:val="52"/>
        </w:rPr>
        <w:t>lanches tactiles</w:t>
      </w:r>
    </w:p>
    <w:sectPr w:rsidR="00885D73" w:rsidRPr="00D32DEF" w:rsidSect="009D2E6C">
      <w:footerReference w:type="default" r:id="rId7"/>
      <w:pgSz w:w="11906" w:h="16838" w:code="9"/>
      <w:pgMar w:top="720" w:right="720" w:bottom="1287" w:left="72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8FE22" w14:textId="77777777" w:rsidR="00075D4C" w:rsidRDefault="00075D4C" w:rsidP="00885D73">
      <w:r>
        <w:separator/>
      </w:r>
    </w:p>
  </w:endnote>
  <w:endnote w:type="continuationSeparator" w:id="0">
    <w:p w14:paraId="5284C1BB" w14:textId="77777777" w:rsidR="00075D4C" w:rsidRDefault="00075D4C" w:rsidP="0088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D6CFD" w14:textId="77777777" w:rsidR="008F5EEF" w:rsidRPr="00551DBC" w:rsidRDefault="008F5EEF" w:rsidP="00F416A5">
    <w:pPr>
      <w:pStyle w:val="Pieddepage"/>
      <w:ind w:firstLine="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CFF3D" w14:textId="77777777" w:rsidR="00075D4C" w:rsidRDefault="00075D4C" w:rsidP="00885D73">
      <w:r>
        <w:separator/>
      </w:r>
    </w:p>
  </w:footnote>
  <w:footnote w:type="continuationSeparator" w:id="0">
    <w:p w14:paraId="35725E66" w14:textId="77777777" w:rsidR="00075D4C" w:rsidRDefault="00075D4C" w:rsidP="00885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8E3"/>
    <w:rsid w:val="0001280E"/>
    <w:rsid w:val="000148E3"/>
    <w:rsid w:val="000218D5"/>
    <w:rsid w:val="00075D4C"/>
    <w:rsid w:val="000F6B06"/>
    <w:rsid w:val="00111FB2"/>
    <w:rsid w:val="00122DB8"/>
    <w:rsid w:val="00206CBA"/>
    <w:rsid w:val="00220120"/>
    <w:rsid w:val="00230266"/>
    <w:rsid w:val="002A2301"/>
    <w:rsid w:val="002B3E9B"/>
    <w:rsid w:val="002E264B"/>
    <w:rsid w:val="002E3230"/>
    <w:rsid w:val="00323AC9"/>
    <w:rsid w:val="00324584"/>
    <w:rsid w:val="00400BB0"/>
    <w:rsid w:val="004210F1"/>
    <w:rsid w:val="00473314"/>
    <w:rsid w:val="004C0B11"/>
    <w:rsid w:val="005008F6"/>
    <w:rsid w:val="00540694"/>
    <w:rsid w:val="00551DBC"/>
    <w:rsid w:val="00567729"/>
    <w:rsid w:val="00580AAC"/>
    <w:rsid w:val="00580BBA"/>
    <w:rsid w:val="0059718D"/>
    <w:rsid w:val="0060050D"/>
    <w:rsid w:val="00631AFA"/>
    <w:rsid w:val="00637ADD"/>
    <w:rsid w:val="00637CE7"/>
    <w:rsid w:val="00640E06"/>
    <w:rsid w:val="00651469"/>
    <w:rsid w:val="0068212D"/>
    <w:rsid w:val="00687D26"/>
    <w:rsid w:val="007B73AF"/>
    <w:rsid w:val="007E3B20"/>
    <w:rsid w:val="0080445B"/>
    <w:rsid w:val="008204EC"/>
    <w:rsid w:val="0085175A"/>
    <w:rsid w:val="008831DD"/>
    <w:rsid w:val="00885D73"/>
    <w:rsid w:val="008A7E86"/>
    <w:rsid w:val="008B7749"/>
    <w:rsid w:val="008E74C3"/>
    <w:rsid w:val="008F29DD"/>
    <w:rsid w:val="008F5D91"/>
    <w:rsid w:val="008F5EEF"/>
    <w:rsid w:val="008F76D0"/>
    <w:rsid w:val="009066B8"/>
    <w:rsid w:val="00963734"/>
    <w:rsid w:val="00977C24"/>
    <w:rsid w:val="00980973"/>
    <w:rsid w:val="009954E7"/>
    <w:rsid w:val="009C7C8C"/>
    <w:rsid w:val="009D2E6C"/>
    <w:rsid w:val="009D4578"/>
    <w:rsid w:val="00A27D0B"/>
    <w:rsid w:val="00A30339"/>
    <w:rsid w:val="00A522BD"/>
    <w:rsid w:val="00A56680"/>
    <w:rsid w:val="00A84024"/>
    <w:rsid w:val="00A90066"/>
    <w:rsid w:val="00A9665D"/>
    <w:rsid w:val="00AA298A"/>
    <w:rsid w:val="00AB0414"/>
    <w:rsid w:val="00AC7017"/>
    <w:rsid w:val="00B04CEC"/>
    <w:rsid w:val="00B167C5"/>
    <w:rsid w:val="00B16889"/>
    <w:rsid w:val="00B32ECC"/>
    <w:rsid w:val="00B67A34"/>
    <w:rsid w:val="00B90C4F"/>
    <w:rsid w:val="00BC426D"/>
    <w:rsid w:val="00BC5EF9"/>
    <w:rsid w:val="00BE325E"/>
    <w:rsid w:val="00BE32F2"/>
    <w:rsid w:val="00C14CDD"/>
    <w:rsid w:val="00C2438B"/>
    <w:rsid w:val="00C3149B"/>
    <w:rsid w:val="00C42DBB"/>
    <w:rsid w:val="00C80C44"/>
    <w:rsid w:val="00C87766"/>
    <w:rsid w:val="00C92412"/>
    <w:rsid w:val="00C960ED"/>
    <w:rsid w:val="00CF5111"/>
    <w:rsid w:val="00D32DEF"/>
    <w:rsid w:val="00D6488C"/>
    <w:rsid w:val="00D877CE"/>
    <w:rsid w:val="00D97FE9"/>
    <w:rsid w:val="00DD555B"/>
    <w:rsid w:val="00DD5F5E"/>
    <w:rsid w:val="00E34FF8"/>
    <w:rsid w:val="00E47ED2"/>
    <w:rsid w:val="00EB6993"/>
    <w:rsid w:val="00ED0D83"/>
    <w:rsid w:val="00EF4747"/>
    <w:rsid w:val="00F23D67"/>
    <w:rsid w:val="00F254AA"/>
    <w:rsid w:val="00F25DA7"/>
    <w:rsid w:val="00F2771D"/>
    <w:rsid w:val="00F416A5"/>
    <w:rsid w:val="00F66F8B"/>
    <w:rsid w:val="00FA1350"/>
    <w:rsid w:val="00FA3DA4"/>
    <w:rsid w:val="00FA658D"/>
    <w:rsid w:val="00FC03C2"/>
    <w:rsid w:val="00FE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6AAE33"/>
  <w15:docId w15:val="{CA561EB5-B381-4F43-88D1-C69C86F70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fr-FR" w:eastAsia="fr-FR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D73"/>
    <w:pPr>
      <w:keepNext/>
      <w:ind w:hanging="284"/>
      <w:jc w:val="center"/>
      <w:outlineLvl w:val="0"/>
    </w:pPr>
    <w:rPr>
      <w:rFonts w:ascii="Arial" w:eastAsia="Times New Roman" w:hAnsi="Arial"/>
      <w:sz w:val="32"/>
      <w:lang w:bidi="ar-SA"/>
    </w:rPr>
  </w:style>
  <w:style w:type="paragraph" w:styleId="Titre1">
    <w:name w:val="heading 1"/>
    <w:basedOn w:val="Normal"/>
    <w:next w:val="Normal"/>
    <w:link w:val="Titre1Car"/>
    <w:qFormat/>
    <w:rsid w:val="00C92412"/>
    <w:rPr>
      <w:rFonts w:ascii="Times New Roman" w:hAnsi="Times New Roman" w:cs="Times New Roman"/>
      <w:b/>
      <w:sz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92412"/>
    <w:p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92412"/>
    <w:rPr>
      <w:rFonts w:ascii="Times New Roman" w:eastAsia="Times New Roman" w:hAnsi="Times New Roman" w:cs="Times New Roman"/>
      <w:b/>
      <w:sz w:val="40"/>
      <w:lang w:bidi="ar-SA"/>
    </w:rPr>
  </w:style>
  <w:style w:type="character" w:customStyle="1" w:styleId="Titre2Car">
    <w:name w:val="Titre 2 Car"/>
    <w:basedOn w:val="Policepardfaut"/>
    <w:link w:val="Titre2"/>
    <w:uiPriority w:val="9"/>
    <w:rsid w:val="00C92412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 w:bidi="ar-SA"/>
    </w:rPr>
  </w:style>
  <w:style w:type="paragraph" w:styleId="Paragraphedeliste">
    <w:name w:val="List Paragraph"/>
    <w:basedOn w:val="Normal"/>
    <w:uiPriority w:val="34"/>
    <w:qFormat/>
    <w:rsid w:val="00C9241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128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1280E"/>
    <w:rPr>
      <w:sz w:val="22"/>
      <w:szCs w:val="22"/>
      <w:lang w:eastAsia="en-US" w:bidi="ar-SA"/>
    </w:rPr>
  </w:style>
  <w:style w:type="paragraph" w:styleId="Pieddepage">
    <w:name w:val="footer"/>
    <w:basedOn w:val="Normal"/>
    <w:link w:val="PieddepageCar"/>
    <w:uiPriority w:val="99"/>
    <w:unhideWhenUsed/>
    <w:rsid w:val="000128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1280E"/>
    <w:rPr>
      <w:sz w:val="22"/>
      <w:szCs w:val="22"/>
      <w:lang w:eastAsia="en-US" w:bidi="ar-SA"/>
    </w:rPr>
  </w:style>
  <w:style w:type="table" w:styleId="Grilledutableau">
    <w:name w:val="Table Grid"/>
    <w:basedOn w:val="TableauNormal"/>
    <w:rsid w:val="0001280E"/>
    <w:rPr>
      <w:rFonts w:ascii="Times New Roman" w:eastAsia="Times New Roman" w:hAnsi="Times New Roman" w:cs="Times New Roman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551DBC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51DB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1DBC"/>
    <w:rPr>
      <w:rFonts w:ascii="Tahoma" w:hAnsi="Tahoma" w:cs="Tahoma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ilisateur\Desktop\MODELES%20COUVS%20BR%20et%20AI%20(Pack-Braille-Siec)\BRAILLE%202025%20Titre%202%20Volum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C443E-5F3E-49AD-B335-FF54E0E48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BRAILLE 2025 Titre 2 Volumes.dotx</Template>
  <TotalTime>1</TotalTime>
  <Pages>2</Pages>
  <Words>83</Words>
  <Characters>460</Characters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201</vt:lpstr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2017-03-09T12:39:00Z</cp:lastPrinted>
  <dcterms:created xsi:type="dcterms:W3CDTF">2025-04-02T05:36:00Z</dcterms:created>
  <dcterms:modified xsi:type="dcterms:W3CDTF">2025-04-11T10:30:00Z</dcterms:modified>
</cp:coreProperties>
</file>